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10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10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proofErr w:type="spellStart"/>
      <w:r w:rsidR="001738F5">
        <w:rPr>
          <w:b/>
        </w:rPr>
        <w:t>Rasina</w:t>
      </w:r>
      <w:proofErr w:type="spellEnd"/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proofErr w:type="spellStart"/>
      <w:r w:rsidR="001738F5">
        <w:rPr>
          <w:rFonts w:ascii="Times New Roman" w:eastAsia="MS Mincho" w:hAnsi="Times New Roman" w:cs="Times New Roman"/>
          <w:b/>
          <w:sz w:val="24"/>
          <w:szCs w:val="24"/>
        </w:rPr>
        <w:t>Rasina</w:t>
      </w:r>
      <w:proofErr w:type="spellEnd"/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47091C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proofErr w:type="spellStart"/>
      <w:r w:rsidR="001738F5">
        <w:t>Rasina</w:t>
      </w:r>
      <w:proofErr w:type="spellEnd"/>
      <w:r w:rsidR="001738F5">
        <w:t xml:space="preserve"> jahtkonna esimees Aare </w:t>
      </w:r>
      <w:proofErr w:type="spellStart"/>
      <w:r w:rsidR="001738F5">
        <w:t>Veetsmann</w:t>
      </w:r>
      <w:proofErr w:type="spellEnd"/>
      <w:r w:rsidR="001738F5">
        <w:t xml:space="preserve">, tel. 5169344, e-post </w:t>
      </w:r>
      <w:r w:rsidR="001738F5">
        <w:fldChar w:fldCharType="begin"/>
      </w:r>
      <w:r w:rsidR="001738F5">
        <w:instrText xml:space="preserve"> HYPERLINK "mailto:</w:instrText>
      </w:r>
      <w:r w:rsidR="001738F5">
        <w:instrText>metsanurga1@gmail.com</w:instrText>
      </w:r>
      <w:r w:rsidR="001738F5">
        <w:instrText xml:space="preserve">" </w:instrText>
      </w:r>
      <w:r w:rsidR="001738F5">
        <w:fldChar w:fldCharType="separate"/>
      </w:r>
      <w:r w:rsidR="001738F5" w:rsidRPr="008C01D9">
        <w:rPr>
          <w:rStyle w:val="Hyperlink"/>
        </w:rPr>
        <w:t>metsanurga1@gmail.com</w:t>
      </w:r>
      <w:r w:rsidR="001738F5">
        <w:fldChar w:fldCharType="end"/>
      </w:r>
      <w:bookmarkStart w:id="0" w:name="_GoBack"/>
      <w:bookmarkEnd w:id="0"/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9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0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9F8" w:rsidRDefault="004B59F8">
      <w:r>
        <w:separator/>
      </w:r>
    </w:p>
  </w:endnote>
  <w:endnote w:type="continuationSeparator" w:id="0">
    <w:p w:rsidR="004B59F8" w:rsidRDefault="004B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9F8" w:rsidRDefault="004B59F8">
      <w:r>
        <w:separator/>
      </w:r>
    </w:p>
  </w:footnote>
  <w:footnote w:type="continuationSeparator" w:id="0">
    <w:p w:rsidR="004B59F8" w:rsidRDefault="004B59F8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B59F8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lvajahiselt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E05F6-7FEA-4931-9C35-1987B9B9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4</Pages>
  <Words>1828</Words>
  <Characters>10605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2017-09-22T11:08:00Z</dcterms:created>
  <dcterms:modified xsi:type="dcterms:W3CDTF">2017-09-22T11:08:00Z</dcterms:modified>
</cp:coreProperties>
</file>